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803"/>
        <w:gridCol w:w="1116"/>
        <w:gridCol w:w="1156"/>
        <w:gridCol w:w="1349"/>
      </w:tblGrid>
      <w:tr w:rsidR="0015565B" w:rsidRPr="00DF25B3" w:rsidTr="00C8287A">
        <w:trPr>
          <w:trHeight w:val="315"/>
          <w:jc w:val="center"/>
        </w:trPr>
        <w:tc>
          <w:tcPr>
            <w:tcW w:w="6516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C8287A">
        <w:trPr>
          <w:trHeight w:val="315"/>
          <w:jc w:val="center"/>
        </w:trPr>
        <w:tc>
          <w:tcPr>
            <w:tcW w:w="6516" w:type="dxa"/>
            <w:gridSpan w:val="2"/>
            <w:shd w:val="clear" w:color="auto" w:fill="auto"/>
            <w:noWrap/>
            <w:vAlign w:val="center"/>
            <w:hideMark/>
          </w:tcPr>
          <w:p w:rsidR="0015565B" w:rsidRDefault="001E6292" w:rsidP="003325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312B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Α8</w:t>
            </w:r>
            <w:r w:rsidR="00C828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332576" w:rsidRPr="0033257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Ο1.Ε10 Τύπου 02 </w:t>
            </w:r>
            <w:r w:rsidR="00A64B5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(Α ένα τεμάχιο</w:t>
            </w:r>
            <w:r w:rsidR="00A64B56" w:rsidRPr="00A64B5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Φορητός Η/Υ</w:t>
            </w:r>
            <w:r w:rsidR="00A64B5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>)</w:t>
            </w:r>
          </w:p>
          <w:p w:rsidR="00A64B56" w:rsidRPr="00DF25B3" w:rsidRDefault="00A64B56" w:rsidP="00A64B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C8287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5803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332576" w:rsidRPr="00DF25B3" w:rsidTr="00332576">
        <w:trPr>
          <w:trHeight w:val="44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C662F9" w:rsidRDefault="00332576" w:rsidP="00332576">
            <w:pPr>
              <w:spacing w:after="0"/>
              <w:rPr>
                <w:rFonts w:ascii="Arial" w:hAnsi="Arial" w:cs="Arial"/>
                <w:b/>
                <w:color w:val="000000"/>
                <w:lang w:eastAsia="el-GR"/>
              </w:rPr>
            </w:pPr>
            <w:r w:rsidRPr="00C662F9">
              <w:rPr>
                <w:rFonts w:ascii="Arial" w:hAnsi="Arial" w:cs="Arial"/>
                <w:b/>
                <w:color w:val="000000"/>
                <w:lang w:eastAsia="el-GR"/>
              </w:rPr>
              <w:t>ΦΟΡΗΤΟΣ Η/Υ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61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2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αναφερθεί ο Κατασκευαστής-Σειρά-Μοντέλο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3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Οθόνη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IPS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15,6''-16'' ανάλυσης τουλάχιστο 1920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1080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642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4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κεντρικό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επεγεργαστή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CPU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Intel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7 &gt;=13ης γενιάς ή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AMD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Ryzen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7 σειρά &gt;=7000 ή ισοδύναμο ή καλύτερο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894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5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μνήμη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16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4 ή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48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6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μια εσωτερική μονάδα αποθήκευσης δεδομένων μεγέθους &gt;= 1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PCIe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NVMe</w:t>
            </w:r>
            <w:proofErr w:type="spellEnd"/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EF62A6" w:rsidTr="00332576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7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5019CC" w:rsidRDefault="00332576" w:rsidP="003325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διαθέτει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κάρτα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γραφικών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με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μνήμη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GDDR6 8GB, 3072 CUDA Cores, Ray Tracing Cores, Tensor Cores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8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DF25B3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5.3,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Wi-Fi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6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40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9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DF25B3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κάμερα &gt;=720p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38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10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5019CC" w:rsidRDefault="00332576" w:rsidP="003325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διαθέτει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διεπαφές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&gt;= 1x Universal Audio port, &gt;= 2xUSB 3.0 Type-A, &gt;= 1x USB 3.0 Type-C , &gt;= 1x RJ-45 port 10/100/1000 Mbps, &gt;= 1x HDMI</w:t>
            </w:r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DF25B3" w:rsidTr="00332576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32576" w:rsidRPr="00432CD9" w:rsidRDefault="00332576" w:rsidP="00332576">
            <w:pPr>
              <w:jc w:val="center"/>
            </w:pPr>
            <w:r w:rsidRPr="00432CD9">
              <w:t>11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Εγκατεστημένο λειτουργικό σύστημα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</w:t>
            </w:r>
            <w:proofErr w:type="spellEnd"/>
          </w:p>
        </w:tc>
        <w:tc>
          <w:tcPr>
            <w:tcW w:w="1116" w:type="dxa"/>
            <w:vAlign w:val="center"/>
          </w:tcPr>
          <w:p w:rsidR="00332576" w:rsidRPr="00432CD9" w:rsidRDefault="00332576" w:rsidP="0033257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32576" w:rsidRPr="00432CD9" w:rsidRDefault="00332576" w:rsidP="00332576">
            <w:r w:rsidRPr="00432CD9">
              <w:t xml:space="preserve"> </w:t>
            </w:r>
          </w:p>
        </w:tc>
      </w:tr>
      <w:tr w:rsidR="00332576" w:rsidRPr="00A8070F" w:rsidTr="0039293E">
        <w:trPr>
          <w:trHeight w:val="39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576" w:rsidRPr="00F41BA0" w:rsidRDefault="00332576" w:rsidP="00332576">
            <w:pPr>
              <w:jc w:val="center"/>
            </w:pPr>
            <w:r w:rsidRPr="00F41BA0">
              <w:t>12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DF25B3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Έτος κυκλοφορίας &gt;=2023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2576" w:rsidRPr="00F41BA0" w:rsidRDefault="00332576" w:rsidP="00332576">
            <w:pPr>
              <w:jc w:val="center"/>
            </w:pPr>
            <w:r w:rsidRPr="00F41BA0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576" w:rsidRPr="00F41BA0" w:rsidRDefault="00332576" w:rsidP="00332576">
            <w:r w:rsidRPr="00F41BA0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2576" w:rsidRPr="00F41BA0" w:rsidRDefault="00332576" w:rsidP="00332576">
            <w:r w:rsidRPr="00F41BA0">
              <w:t> </w:t>
            </w:r>
          </w:p>
        </w:tc>
      </w:tr>
      <w:tr w:rsidR="00332576" w:rsidRPr="00A8070F" w:rsidTr="0039293E">
        <w:trPr>
          <w:trHeight w:val="39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2576" w:rsidRPr="00332576" w:rsidRDefault="00332576" w:rsidP="003325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332576" w:rsidRDefault="00332576" w:rsidP="003325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332576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έχει</w:t>
            </w:r>
            <w:r w:rsidRPr="00332576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πιστοποιήσεις</w:t>
            </w:r>
            <w:r w:rsidRPr="00332576">
              <w:rPr>
                <w:rFonts w:ascii="Arial" w:hAnsi="Arial" w:cs="Arial"/>
                <w:color w:val="000000"/>
                <w:lang w:val="en-US" w:eastAsia="el-GR"/>
              </w:rPr>
              <w:t xml:space="preserve"> CE, ENERGY STAR, EPEAT Gold, TCO 9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332576">
              <w:rPr>
                <w:rFonts w:ascii="Arial" w:hAnsi="Arial" w:cs="Arial"/>
                <w:color w:val="000000"/>
                <w:lang w:val="en-US" w:eastAsia="el-GR"/>
              </w:rPr>
              <w:t xml:space="preserve"> RoHS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76" w:rsidRDefault="00332576" w:rsidP="00332576">
            <w:pPr>
              <w:jc w:val="center"/>
            </w:pPr>
            <w:r w:rsidRPr="005739FA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2576" w:rsidRPr="00F41BA0" w:rsidRDefault="00332576" w:rsidP="00332576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2576" w:rsidRPr="00F41BA0" w:rsidRDefault="00332576" w:rsidP="00332576"/>
        </w:tc>
      </w:tr>
      <w:tr w:rsidR="00332576" w:rsidRPr="00A8070F" w:rsidTr="0039293E">
        <w:trPr>
          <w:trHeight w:val="39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2576" w:rsidRPr="00332576" w:rsidRDefault="00332576" w:rsidP="0033257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32576" w:rsidRPr="00FE320D" w:rsidRDefault="00332576" w:rsidP="003325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Εγγύηση 3 χρόνια, με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επιστόπια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υποστήριξη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On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site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επόμενης εργάσιμης ημέρας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Next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Business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Day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), με έγγραφη βεβαίωση του κατασκευαστή.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576" w:rsidRDefault="00332576" w:rsidP="00332576">
            <w:pPr>
              <w:jc w:val="center"/>
            </w:pPr>
            <w:r w:rsidRPr="005739FA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2576" w:rsidRPr="00F41BA0" w:rsidRDefault="00332576" w:rsidP="00332576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332576" w:rsidRPr="00F41BA0" w:rsidRDefault="00332576" w:rsidP="00332576"/>
        </w:tc>
      </w:tr>
    </w:tbl>
    <w:p w:rsidR="00EB2777" w:rsidRDefault="00EB2777" w:rsidP="007420FC"/>
    <w:tbl>
      <w:tblPr>
        <w:tblW w:w="9638" w:type="dxa"/>
        <w:jc w:val="center"/>
        <w:tblLook w:val="04A0" w:firstRow="1" w:lastRow="0" w:firstColumn="1" w:lastColumn="0" w:noHBand="0" w:noVBand="1"/>
      </w:tblPr>
      <w:tblGrid>
        <w:gridCol w:w="595"/>
        <w:gridCol w:w="4531"/>
        <w:gridCol w:w="1441"/>
        <w:gridCol w:w="1469"/>
        <w:gridCol w:w="1602"/>
      </w:tblGrid>
      <w:tr w:rsidR="00A64B56" w:rsidRPr="00A64B56" w:rsidTr="00A64B56">
        <w:trPr>
          <w:trHeight w:val="315"/>
          <w:jc w:val="center"/>
        </w:trPr>
        <w:tc>
          <w:tcPr>
            <w:tcW w:w="5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</w:pPr>
          </w:p>
          <w:p w:rsidR="00A64B56" w:rsidRPr="00A64B56" w:rsidRDefault="00A64B56" w:rsidP="00812D00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</w:pPr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ΕΙΔΟΣ: Ο1.Ε10</w:t>
            </w:r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>(</w:t>
            </w:r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val="en-GB" w:eastAsia="el-GR"/>
              </w:rPr>
              <w:t>B</w:t>
            </w:r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el-GR"/>
              </w:rPr>
              <w:t xml:space="preserve"> </w:t>
            </w:r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ένα τεμάχιο </w:t>
            </w:r>
            <w:bookmarkStart w:id="0" w:name="_GoBack"/>
            <w:r w:rsidRPr="00A64B5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>επιτραπέζιος</w:t>
            </w:r>
            <w:r w:rsidR="00812D0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Η/Υ</w:t>
            </w:r>
            <w:bookmarkEnd w:id="0"/>
            <w:r w:rsidR="00812D00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>)</w:t>
            </w:r>
          </w:p>
        </w:tc>
        <w:tc>
          <w:tcPr>
            <w:tcW w:w="1441" w:type="dxa"/>
            <w:tcBorders>
              <w:top w:val="nil"/>
              <w:left w:val="nil"/>
              <w:bottom w:val="nil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</w:pPr>
          </w:p>
        </w:tc>
        <w:tc>
          <w:tcPr>
            <w:tcW w:w="14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  <w:lang w:eastAsia="el-GR"/>
              </w:rPr>
            </w:pPr>
          </w:p>
        </w:tc>
      </w:tr>
      <w:tr w:rsidR="00A64B56" w:rsidRPr="00A64B56" w:rsidTr="00A64B56">
        <w:trPr>
          <w:trHeight w:val="31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</w:pPr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Α/Α</w:t>
            </w:r>
          </w:p>
        </w:tc>
        <w:tc>
          <w:tcPr>
            <w:tcW w:w="4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</w:pPr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Απα</w:t>
            </w:r>
            <w:proofErr w:type="spellStart"/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ίτηση</w:t>
            </w:r>
            <w:proofErr w:type="spellEnd"/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</w:pPr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Απα</w:t>
            </w:r>
            <w:proofErr w:type="spellStart"/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ίτηση</w:t>
            </w:r>
            <w:proofErr w:type="spellEnd"/>
          </w:p>
        </w:tc>
        <w:tc>
          <w:tcPr>
            <w:tcW w:w="14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</w:pPr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Απ</w:t>
            </w:r>
            <w:proofErr w:type="spellStart"/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άντηση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</w:pPr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Παραπ</w:t>
            </w:r>
            <w:proofErr w:type="spellStart"/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ομ</w:t>
            </w:r>
            <w:proofErr w:type="spellEnd"/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el-GR"/>
              </w:rPr>
              <w:t>πή</w:t>
            </w: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1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b/>
                <w:bCs/>
                <w:color w:val="000000"/>
                <w:szCs w:val="24"/>
                <w:lang w:val="en-GB" w:eastAsia="zh-CN"/>
              </w:rPr>
              <w:t>ΕΠΙΤΡΑΠΕΖΙΟΣ ΥΠΟΛΟΓΙΣΤΗΣ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2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eastAsia="zh-CN"/>
              </w:rPr>
              <w:t xml:space="preserve">Επεξεργαστής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i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eastAsia="zh-CN"/>
              </w:rPr>
              <w:t>7 14ης γενιάς ή ισοδύναμο ή καλύτερο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3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Μνήμη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 xml:space="preserve"> RAM &gt;= 16GB DDR5 &gt;= 5600MHz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4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Δίσκος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 xml:space="preserve"> &gt;= 1TB SSD Μ2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lastRenderedPageBreak/>
              <w:t>5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US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Κάρτ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α</w:t>
            </w:r>
            <w:r w:rsidRPr="00A64B56">
              <w:rPr>
                <w:rFonts w:ascii="Arial" w:eastAsia="Times New Roman" w:hAnsi="Arial" w:cs="Arial"/>
                <w:color w:val="000000"/>
                <w:szCs w:val="24"/>
                <w:lang w:val="en-US" w:eastAsia="zh-CN"/>
              </w:rPr>
              <w:t xml:space="preserve">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γρ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αφικών</w:t>
            </w:r>
            <w:r w:rsidRPr="00A64B56">
              <w:rPr>
                <w:rFonts w:ascii="Arial" w:eastAsia="Times New Roman" w:hAnsi="Arial" w:cs="Arial"/>
                <w:color w:val="000000"/>
                <w:szCs w:val="24"/>
                <w:lang w:val="en-US" w:eastAsia="zh-CN"/>
              </w:rPr>
              <w:t xml:space="preserve">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με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US" w:eastAsia="zh-CN"/>
              </w:rPr>
              <w:t xml:space="preserve">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μνήμη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US" w:eastAsia="zh-CN"/>
              </w:rPr>
              <w:t xml:space="preserve"> 8GB GDDR6, 3072 CUDA Cores, Ray Tracing Cores, Tensor Cores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US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US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6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Δίκτυο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 xml:space="preserve"> Ethernet 10/100/1000,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WiFi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, Bluetooth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7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Τροφοδοτικό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8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Λειτουργικό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 xml:space="preserve">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σύστημ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α Win10/11 Pro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  <w:tr w:rsidR="00A64B56" w:rsidRPr="00A64B56" w:rsidTr="00A64B56">
        <w:trPr>
          <w:trHeight w:val="570"/>
          <w:jc w:val="center"/>
        </w:trPr>
        <w:tc>
          <w:tcPr>
            <w:tcW w:w="5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szCs w:val="24"/>
                <w:lang w:eastAsia="el-GR"/>
              </w:rPr>
              <w:t>9</w:t>
            </w:r>
          </w:p>
        </w:tc>
        <w:tc>
          <w:tcPr>
            <w:tcW w:w="45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</w:pP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Εγγύηση</w:t>
            </w:r>
            <w:proofErr w:type="spellEnd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 xml:space="preserve"> &gt;= 2 </w:t>
            </w:r>
            <w:proofErr w:type="spellStart"/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zh-CN"/>
              </w:rPr>
              <w:t>έτη</w:t>
            </w:r>
            <w:proofErr w:type="spellEnd"/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4B56" w:rsidRPr="00A64B56" w:rsidRDefault="00A64B56" w:rsidP="00A64B56">
            <w:pPr>
              <w:suppressAutoHyphens/>
              <w:spacing w:after="120" w:line="240" w:lineRule="auto"/>
              <w:jc w:val="both"/>
              <w:rPr>
                <w:rFonts w:ascii="Calibri" w:eastAsia="Times New Roman" w:hAnsi="Calibri" w:cs="Calibri"/>
                <w:szCs w:val="24"/>
                <w:lang w:val="en-GB" w:eastAsia="zh-CN"/>
              </w:rPr>
            </w:pPr>
            <w:r w:rsidRPr="00A64B56"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  <w:t>ΝΑΙ</w:t>
            </w:r>
          </w:p>
        </w:tc>
        <w:tc>
          <w:tcPr>
            <w:tcW w:w="1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64B56" w:rsidRPr="00A64B56" w:rsidRDefault="00A64B56" w:rsidP="00A64B56">
            <w:pPr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Cs w:val="24"/>
                <w:lang w:val="en-GB" w:eastAsia="el-GR"/>
              </w:rPr>
            </w:pPr>
          </w:p>
        </w:tc>
      </w:tr>
    </w:tbl>
    <w:p w:rsidR="00A64B56" w:rsidRDefault="00A64B56" w:rsidP="007420FC"/>
    <w:sectPr w:rsidR="00A64B5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332576"/>
    <w:rsid w:val="00343475"/>
    <w:rsid w:val="00406FB0"/>
    <w:rsid w:val="004B2EA7"/>
    <w:rsid w:val="00591317"/>
    <w:rsid w:val="007420FC"/>
    <w:rsid w:val="00812D00"/>
    <w:rsid w:val="009312B7"/>
    <w:rsid w:val="00A40B4A"/>
    <w:rsid w:val="00A64B56"/>
    <w:rsid w:val="00B317A9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AC30C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87E397AA</Template>
  <TotalTime>9</TotalTime>
  <Pages>2</Pages>
  <Words>264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2025-09-10T06:42:00Z</dcterms:created>
  <dcterms:modified xsi:type="dcterms:W3CDTF">2025-09-15T09:51:00Z</dcterms:modified>
</cp:coreProperties>
</file>